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4ABC12C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362E6F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C517E" w14:textId="19C79E90" w:rsidR="00362E6F" w:rsidRDefault="00362E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555ADC7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664A8EF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56E32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62E6F"/>
    <w:rsid w:val="0039480C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475C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223340-12DC-422B-A059-A3C04FAAA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7</cp:revision>
  <cp:lastPrinted>2017-11-28T17:18:00Z</cp:lastPrinted>
  <dcterms:created xsi:type="dcterms:W3CDTF">2024-01-25T09:32:00Z</dcterms:created>
  <dcterms:modified xsi:type="dcterms:W3CDTF">2025-09-26T09:11:00Z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